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2148F-790F-4064-9E8C-AF4404A47DE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